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54FA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54FA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54FA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54FA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54FA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54FA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34B6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4DCE3DB6366C4840AFDAFBCDD21735FB"/>
                </w:placeholder>
              </w:sdtPr>
              <w:sdtEndPr>
                <w:rPr>
                  <w:lang w:val="en-IE"/>
                </w:rPr>
              </w:sdtEndPr>
              <w:sdtContent>
                <w:tc>
                  <w:tcPr>
                    <w:tcW w:w="5491" w:type="dxa"/>
                  </w:tcPr>
                  <w:p w14:paraId="2AA4F572" w14:textId="69E0621B" w:rsidR="00377580" w:rsidRPr="00080A71" w:rsidRDefault="00B34B6F" w:rsidP="005F6927">
                    <w:pPr>
                      <w:tabs>
                        <w:tab w:val="left" w:pos="426"/>
                      </w:tabs>
                      <w:rPr>
                        <w:bCs/>
                        <w:lang w:val="en-IE" w:eastAsia="en-GB"/>
                      </w:rPr>
                    </w:pPr>
                    <w:r>
                      <w:rPr>
                        <w:bCs/>
                        <w:lang w:val="en-IE" w:eastAsia="en-GB"/>
                      </w:rPr>
                      <w:t>OLAF- Directorat B – Unité B2</w:t>
                    </w:r>
                  </w:p>
                </w:tc>
              </w:sdtContent>
            </w:sdt>
          </w:sdtContent>
        </w:sdt>
      </w:tr>
      <w:tr w:rsidR="00377580" w:rsidRPr="001A6BE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69383703"/>
                <w:placeholder>
                  <w:docPart w:val="A7651AA365AF449D816337A33B3456AF"/>
                </w:placeholder>
              </w:sdtPr>
              <w:sdtEndPr>
                <w:rPr>
                  <w:lang w:val="en-IE"/>
                </w:rPr>
              </w:sdtEndPr>
              <w:sdtContent>
                <w:tc>
                  <w:tcPr>
                    <w:tcW w:w="5491" w:type="dxa"/>
                  </w:tcPr>
                  <w:p w14:paraId="51C87C16" w14:textId="326D25AF" w:rsidR="00377580" w:rsidRPr="00080A71" w:rsidRDefault="001A6BE7" w:rsidP="001A6BE7">
                    <w:pPr>
                      <w:tabs>
                        <w:tab w:val="left" w:pos="426"/>
                      </w:tabs>
                      <w:rPr>
                        <w:bCs/>
                        <w:lang w:val="en-IE" w:eastAsia="en-GB"/>
                      </w:rPr>
                    </w:pPr>
                    <w:r>
                      <w:rPr>
                        <w:bCs/>
                        <w:lang w:val="fr-BE" w:eastAsia="en-GB"/>
                      </w:rPr>
                      <w:t>487933</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77348425"/>
                  <w:placeholder>
                    <w:docPart w:val="234D55967E8C4B79AF3371C1F427D55B"/>
                  </w:placeholder>
                </w:sdtPr>
                <w:sdtEndPr/>
                <w:sdtContent>
                  <w:p w14:paraId="62078D73" w14:textId="27CDF085" w:rsidR="00B34B6F" w:rsidRPr="00D02715" w:rsidRDefault="00B34B6F" w:rsidP="00B34B6F">
                    <w:pPr>
                      <w:tabs>
                        <w:tab w:val="left" w:pos="426"/>
                      </w:tabs>
                      <w:spacing w:before="120"/>
                      <w:rPr>
                        <w:bCs/>
                        <w:lang w:val="es-ES" w:eastAsia="en-GB"/>
                      </w:rPr>
                    </w:pPr>
                    <w:r w:rsidRPr="00D02715">
                      <w:rPr>
                        <w:bCs/>
                        <w:lang w:val="es-ES" w:eastAsia="en-GB"/>
                      </w:rPr>
                      <w:t xml:space="preserve">Cheffe d’unité </w:t>
                    </w:r>
                    <w:r w:rsidR="00156549" w:rsidRPr="00D02715">
                      <w:rPr>
                        <w:bCs/>
                        <w:lang w:val="es-ES" w:eastAsia="en-GB"/>
                      </w:rPr>
                      <w:t>B.2</w:t>
                    </w:r>
                    <w:r w:rsidRPr="00D02715">
                      <w:rPr>
                        <w:bCs/>
                        <w:lang w:val="es-ES" w:eastAsia="en-GB"/>
                      </w:rPr>
                      <w:t>: Marta Castillo González</w:t>
                    </w:r>
                  </w:p>
                  <w:p w14:paraId="7AB94520" w14:textId="77777777" w:rsidR="00B34B6F" w:rsidRDefault="00B34B6F" w:rsidP="00B34B6F">
                    <w:pPr>
                      <w:tabs>
                        <w:tab w:val="left" w:pos="426"/>
                      </w:tabs>
                      <w:spacing w:before="120"/>
                      <w:rPr>
                        <w:bCs/>
                        <w:lang w:val="fr-BE" w:eastAsia="en-GB"/>
                      </w:rPr>
                    </w:pPr>
                    <w:r>
                      <w:rPr>
                        <w:bCs/>
                        <w:lang w:val="fr-BE" w:eastAsia="en-GB"/>
                      </w:rPr>
                      <w:t>Courriel</w:t>
                    </w:r>
                    <w:r w:rsidRPr="009270E2">
                      <w:rPr>
                        <w:bCs/>
                        <w:lang w:val="fr-BE" w:eastAsia="en-GB"/>
                      </w:rPr>
                      <w:t>:</w:t>
                    </w:r>
                  </w:p>
                  <w:p w14:paraId="369CA7C8" w14:textId="25EC710A" w:rsidR="00377580" w:rsidRPr="00B34B6F" w:rsidRDefault="00B34B6F" w:rsidP="00B34B6F">
                    <w:pPr>
                      <w:tabs>
                        <w:tab w:val="left" w:pos="426"/>
                      </w:tabs>
                      <w:spacing w:before="120"/>
                      <w:rPr>
                        <w:bCs/>
                        <w:lang w:val="fr-BE" w:eastAsia="en-GB"/>
                      </w:rPr>
                    </w:pPr>
                    <w:r w:rsidRPr="009270E2">
                      <w:rPr>
                        <w:bCs/>
                        <w:lang w:val="fr-BE" w:eastAsia="en-GB"/>
                      </w:rPr>
                      <w:t xml:space="preserve"> Marta.CASTILLO-GONZALEZ@ec.europa.eu</w:t>
                    </w:r>
                  </w:p>
                </w:sdtContent>
              </w:sdt>
            </w:sdtContent>
          </w:sdt>
          <w:p w14:paraId="32DD8032" w14:textId="47D34312" w:rsidR="00377580" w:rsidRPr="001D3EEC" w:rsidRDefault="00454FA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1278B">
                  <w:rPr>
                    <w:bCs/>
                    <w:lang w:val="fr-BE" w:eastAsia="en-GB"/>
                  </w:rPr>
                  <w:t>3</w:t>
                </w:r>
              </w:sdtContent>
            </w:sdt>
            <w:r w:rsidR="00377580" w:rsidRPr="001D3EEC">
              <w:rPr>
                <w:bCs/>
                <w:lang w:val="fr-BE" w:eastAsia="en-GB"/>
              </w:rPr>
              <w:t xml:space="preserve"> </w:t>
            </w:r>
            <w:r w:rsidR="00962872">
              <w:rPr>
                <w:bCs/>
                <w:lang w:val="fr-BE" w:eastAsia="en-GB"/>
              </w:rPr>
              <w:t>trimestre 2025</w:t>
            </w:r>
          </w:p>
          <w:p w14:paraId="768BBE26" w14:textId="5E9458C0" w:rsidR="00377580" w:rsidRPr="001D3EEC" w:rsidRDefault="00454FA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B34B6F">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B34B6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D02715"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D02715" w:rsidRDefault="00DC5C83" w:rsidP="00BC2C0C">
            <w:pPr>
              <w:tabs>
                <w:tab w:val="left" w:pos="426"/>
              </w:tabs>
              <w:spacing w:before="120" w:after="0"/>
              <w:rPr>
                <w:bCs/>
                <w:lang w:val="fr-BE" w:eastAsia="en-GB"/>
              </w:rPr>
            </w:pPr>
            <w:r w:rsidRPr="00D02715">
              <w:rPr>
                <w:bCs/>
                <w:lang w:val="fr-BE" w:eastAsia="en-GB"/>
              </w:rPr>
              <w:t>Type de détachement</w:t>
            </w:r>
          </w:p>
        </w:tc>
        <w:tc>
          <w:tcPr>
            <w:tcW w:w="5491" w:type="dxa"/>
          </w:tcPr>
          <w:p w14:paraId="414E5C9C" w14:textId="611D7F6E" w:rsidR="00E850B7" w:rsidRPr="00D02715" w:rsidRDefault="00E850B7" w:rsidP="00BC2C0C">
            <w:pPr>
              <w:tabs>
                <w:tab w:val="left" w:pos="426"/>
              </w:tabs>
              <w:spacing w:before="120"/>
              <w:rPr>
                <w:bCs/>
                <w:lang w:val="fr-BE" w:eastAsia="en-GB"/>
              </w:rPr>
            </w:pPr>
            <w:r>
              <w:rPr>
                <w:bCs/>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778AE1D" w:rsidR="00A65B97" w:rsidRDefault="00A65B97" w:rsidP="00A65B97">
            <w:pPr>
              <w:tabs>
                <w:tab w:val="left" w:pos="426"/>
              </w:tabs>
              <w:contextualSpacing/>
              <w:rPr>
                <w:bCs/>
                <w:szCs w:val="24"/>
                <w:lang w:eastAsia="en-GB"/>
              </w:rPr>
            </w:pPr>
            <w:r>
              <w:rPr>
                <w:bCs/>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54FA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54FA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54FA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2B9A4F9" w:rsidR="00A65B97" w:rsidRPr="001D3EEC" w:rsidRDefault="00A65B97" w:rsidP="00A65B97">
            <w:pPr>
              <w:tabs>
                <w:tab w:val="left" w:pos="426"/>
              </w:tabs>
              <w:rPr>
                <w:bCs/>
                <w:szCs w:val="24"/>
                <w:lang w:val="fr-BE" w:eastAsia="en-GB"/>
              </w:rPr>
            </w:pPr>
            <w:r>
              <w:rPr>
                <w:bCs/>
              </w:rPr>
              <w:object w:dxaOrig="225" w:dyaOrig="225" w14:anchorId="668CFC0D">
                <v:shape id="_x0000_i1043" type="#_x0000_t75" style="width:320.25pt;height:21.75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751A58EB" w:rsidR="00E850B7" w:rsidRPr="0007110E" w:rsidRDefault="00E850B7" w:rsidP="00DE0E7F">
            <w:pPr>
              <w:tabs>
                <w:tab w:val="left" w:pos="426"/>
              </w:tabs>
              <w:spacing w:before="120" w:after="120"/>
              <w:rPr>
                <w:bCs/>
                <w:lang w:val="en-IE" w:eastAsia="en-GB"/>
              </w:rPr>
            </w:pPr>
            <w:r>
              <w:rPr>
                <w:bCs/>
              </w:rPr>
              <w:object w:dxaOrig="225" w:dyaOrig="225" w14:anchorId="4F9AA0C1">
                <v:shape id="_x0000_i1052" type="#_x0000_t75" style="width:108pt;height:21.75pt" o:ole="">
                  <v:imagedata r:id="rId22" o:title=""/>
                </v:shape>
                <w:control r:id="rId23" w:name="OptionButton2" w:shapeid="_x0000_i1052"/>
              </w:object>
            </w:r>
            <w:r>
              <w:rPr>
                <w:bCs/>
              </w:rPr>
              <w:object w:dxaOrig="225" w:dyaOrig="225" w14:anchorId="7A15FAEE">
                <v:shape id="_x0000_i1053" type="#_x0000_t75" style="width:108pt;height:21.75pt" o:ole="">
                  <v:imagedata r:id="rId24" o:title=""/>
                </v:shape>
                <w:control r:id="rId25" w:name="OptionButton3" w:shapeid="_x0000_i1053"/>
              </w:object>
            </w:r>
            <w:r w:rsidR="00454FA7">
              <w:rPr>
                <w:bCs/>
              </w:rPr>
              <w:t>25/06/2025</w: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D028B6F" w14:textId="5E33705F" w:rsidR="00B34B6F" w:rsidRPr="00B34B6F" w:rsidRDefault="00B34B6F" w:rsidP="00B34B6F">
          <w:pPr>
            <w:rPr>
              <w:lang w:val="fr-BE" w:eastAsia="en-GB"/>
            </w:rPr>
          </w:pPr>
          <w:r w:rsidRPr="00B34B6F">
            <w:rPr>
              <w:lang w:val="fr-BE" w:eastAsia="en-GB"/>
            </w:rPr>
            <w:t xml:space="preserve">La mission de l’OLAF est </w:t>
          </w:r>
          <w:r w:rsidR="00156549">
            <w:rPr>
              <w:lang w:val="fr-BE" w:eastAsia="en-GB"/>
            </w:rPr>
            <w:t>la lutte</w:t>
          </w:r>
          <w:r w:rsidRPr="00B34B6F">
            <w:rPr>
              <w:lang w:val="fr-BE" w:eastAsia="en-GB"/>
            </w:rPr>
            <w:t xml:space="preserve"> contre la fraude portant atteinte aux intérêts financiers de l’Union européenne. Cette mission est au cœur de la crédibilité du projet européen. </w:t>
          </w:r>
          <w:r w:rsidRPr="00B34B6F">
            <w:rPr>
              <w:lang w:val="fr-BE" w:eastAsia="en-GB"/>
            </w:rPr>
            <w:lastRenderedPageBreak/>
            <w:t xml:space="preserve">L’OLAF est à la fois un service d’enquête et la direction générale de la Commission chargée de la conception et de la mise en œuvre de la politique antifraude. </w:t>
          </w:r>
        </w:p>
        <w:p w14:paraId="15AC0009" w14:textId="4B5FB4DE" w:rsidR="00B34B6F" w:rsidRPr="00B34B6F" w:rsidRDefault="00B34B6F" w:rsidP="00B34B6F">
          <w:pPr>
            <w:rPr>
              <w:lang w:val="fr-BE" w:eastAsia="en-GB"/>
            </w:rPr>
          </w:pPr>
          <w:r w:rsidRPr="00B34B6F">
            <w:rPr>
              <w:lang w:val="fr-BE" w:eastAsia="en-GB"/>
            </w:rPr>
            <w:t xml:space="preserve">La direction B est chargée des enquêtes sur différents types de fraude </w:t>
          </w:r>
          <w:r w:rsidR="00156549">
            <w:rPr>
              <w:lang w:val="fr-BE" w:eastAsia="en-GB"/>
            </w:rPr>
            <w:t xml:space="preserve">en matière </w:t>
          </w:r>
          <w:r w:rsidRPr="00B34B6F">
            <w:rPr>
              <w:lang w:val="fr-BE" w:eastAsia="en-GB"/>
            </w:rPr>
            <w:t xml:space="preserve">douanière. </w:t>
          </w:r>
        </w:p>
        <w:p w14:paraId="028A2387" w14:textId="77777777" w:rsidR="00B34B6F" w:rsidRPr="00B34B6F" w:rsidRDefault="00B34B6F" w:rsidP="00B34B6F">
          <w:pPr>
            <w:rPr>
              <w:lang w:val="fr-BE" w:eastAsia="en-GB"/>
            </w:rPr>
          </w:pPr>
          <w:r w:rsidRPr="00B34B6F">
            <w:rPr>
              <w:lang w:val="fr-BE" w:eastAsia="en-GB"/>
            </w:rPr>
            <w:t>L’unité OLAF.B.2 mène des enquêtes sur le commerce illicite, y compris la contrebande de tabac, les contrefaçons, la fraude alimentaire, les questions environnementales, etc.</w:t>
          </w:r>
        </w:p>
        <w:p w14:paraId="18140A21" w14:textId="0881A5BF" w:rsidR="001A0074" w:rsidRPr="00B34B6F" w:rsidRDefault="00B34B6F" w:rsidP="00B34B6F">
          <w:pPr>
            <w:rPr>
              <w:lang w:val="fr-BE" w:eastAsia="en-GB"/>
            </w:rPr>
          </w:pPr>
          <w:r w:rsidRPr="00B34B6F">
            <w:rPr>
              <w:lang w:val="fr-BE" w:eastAsia="en-GB"/>
            </w:rPr>
            <w:t>Une grande partie du travail de dossier de l’unité consiste à coordonner les enquêtes des services douaniers des États membres de l’UE sur la base du règlement (CE) no 515/1997. L’unité coopère avec des pays tiers sur la base d’accords d’assistance mutuelle et par l’intermédiaire d’officiers de liaison de l’OLAF basés en Chine, aux Émirats arabes unis et en Ukraine.</w:t>
          </w:r>
        </w:p>
      </w:sdtContent>
    </w:sdt>
    <w:p w14:paraId="30B422AA" w14:textId="77777777" w:rsidR="00301CA3" w:rsidRPr="00B34B6F"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rFonts w:ascii="Times New Roman" w:hAnsi="Times New Roman" w:cs="Times New Roman"/>
          <w:sz w:val="24"/>
          <w:lang w:val="fr-BE" w:eastAsia="en-GB"/>
        </w:rPr>
        <w:id w:val="-723136291"/>
        <w:placeholder>
          <w:docPart w:val="43375E7FB7294216B3B48CC222A08C2F"/>
        </w:placeholder>
      </w:sdtPr>
      <w:sdtEndPr/>
      <w:sdtContent>
        <w:p w14:paraId="72A472D0" w14:textId="6222A26C" w:rsidR="00F33417" w:rsidRDefault="00F33417" w:rsidP="00156549">
          <w:pPr>
            <w:pStyle w:val="HTMLPreformatted"/>
            <w:rPr>
              <w:lang w:val="fr-BE" w:eastAsia="en-GB"/>
            </w:rPr>
          </w:pPr>
        </w:p>
        <w:p w14:paraId="1B41D344" w14:textId="3768D2A4" w:rsidR="00F33417" w:rsidRDefault="00156549" w:rsidP="001A0074">
          <w:pPr>
            <w:rPr>
              <w:lang w:val="fr-BE" w:eastAsia="en-GB"/>
            </w:rPr>
          </w:pPr>
          <w:r>
            <w:rPr>
              <w:lang w:val="fr-BE" w:eastAsia="en-GB"/>
            </w:rPr>
            <w:t>L’OLAF B.2 propose un poste intéressant et stimulant d’expert national détaché dans le domaine de la lutte contre le commerce illicite de marchansises (importation illicite de produits contrefaits, contrebande de tabac, fraude dands le commerce électronique…).</w:t>
          </w:r>
        </w:p>
        <w:p w14:paraId="4B65B8D7" w14:textId="16092B41" w:rsidR="00156549" w:rsidRPr="00F33417" w:rsidRDefault="00156549" w:rsidP="001A0074">
          <w:pPr>
            <w:rPr>
              <w:lang w:val="fr-BE" w:eastAsia="en-GB"/>
            </w:rPr>
          </w:pPr>
          <w:r>
            <w:rPr>
              <w:lang w:val="fr-BE" w:eastAsia="en-GB"/>
            </w:rPr>
            <w:t>Sous la supervision de la cheffed’unité, du chef d’unité adjointou des enquêteurs del’OLAF, le candidat retenu mènera des enquêtes confrmément au règlement 883/2013 (y compris des entretiens et des contrôles sur place dans les locaux des opérateurs économiques, etc.) et coordonnera les enquêtes des services douaniers des États membres de l’UE sur la base du règlement (CE) no 515/1997.</w:t>
          </w:r>
        </w:p>
        <w:p w14:paraId="3B1D2FA2" w14:textId="174FFCDD" w:rsidR="001A0074" w:rsidRPr="00080A71" w:rsidRDefault="00454FA7"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rFonts w:ascii="Times New Roman" w:hAnsi="Times New Roman" w:cs="Times New Roman"/>
          <w:sz w:val="24"/>
          <w:lang w:val="fr-BE" w:eastAsia="en-GB"/>
        </w:rPr>
        <w:id w:val="-689827953"/>
        <w:placeholder>
          <w:docPart w:val="C681F6FA0FB94712B2C889AACA29AC9D"/>
        </w:placeholder>
      </w:sdtPr>
      <w:sdtEndPr/>
      <w:sdtContent>
        <w:p w14:paraId="786E58AA" w14:textId="430F5AD4" w:rsidR="00F33417" w:rsidRDefault="00F33417" w:rsidP="00F33417">
          <w:pPr>
            <w:pStyle w:val="HTMLPreformatted"/>
            <w:rPr>
              <w:lang w:val="fr-BE" w:eastAsia="en-GB"/>
            </w:rPr>
          </w:pPr>
        </w:p>
        <w:p w14:paraId="15D0C661" w14:textId="0A97B102" w:rsidR="0004061E" w:rsidRPr="0004061E" w:rsidRDefault="0004061E" w:rsidP="0004061E">
          <w:pPr>
            <w:pStyle w:val="ListNumber"/>
            <w:numPr>
              <w:ilvl w:val="0"/>
              <w:numId w:val="0"/>
            </w:numPr>
            <w:ind w:left="709" w:hanging="709"/>
            <w:rPr>
              <w:lang w:val="fr-BE" w:eastAsia="en-GB"/>
            </w:rPr>
          </w:pPr>
          <w:r w:rsidRPr="0004061E">
            <w:rPr>
              <w:lang w:val="fr-BE" w:eastAsia="en-GB"/>
            </w:rPr>
            <w:t xml:space="preserve">Le candidat </w:t>
          </w:r>
          <w:r>
            <w:rPr>
              <w:lang w:val="fr-BE" w:eastAsia="en-GB"/>
            </w:rPr>
            <w:t xml:space="preserve">retenu </w:t>
          </w:r>
          <w:r w:rsidRPr="0004061E">
            <w:rPr>
              <w:lang w:val="fr-BE" w:eastAsia="en-GB"/>
            </w:rPr>
            <w:t xml:space="preserve">doit impérativement </w:t>
          </w:r>
          <w:r>
            <w:rPr>
              <w:lang w:val="fr-BE" w:eastAsia="en-GB"/>
            </w:rPr>
            <w:t>avoir</w:t>
          </w:r>
          <w:r w:rsidRPr="0004061E">
            <w:rPr>
              <w:lang w:val="fr-BE" w:eastAsia="en-GB"/>
            </w:rPr>
            <w:t xml:space="preserve">: </w:t>
          </w:r>
        </w:p>
        <w:p w14:paraId="05573F9F" w14:textId="69B451A4" w:rsidR="0004061E" w:rsidRDefault="0004061E" w:rsidP="0004061E">
          <w:pPr>
            <w:pStyle w:val="ListNumber"/>
            <w:numPr>
              <w:ilvl w:val="0"/>
              <w:numId w:val="0"/>
            </w:numPr>
            <w:rPr>
              <w:lang w:val="fr-BE" w:eastAsia="en-GB"/>
            </w:rPr>
          </w:pPr>
          <w:r>
            <w:rPr>
              <w:lang w:val="fr-BE" w:eastAsia="en-GB"/>
            </w:rPr>
            <w:t>-</w:t>
          </w:r>
          <w:r w:rsidRPr="0004061E">
            <w:rPr>
              <w:lang w:val="fr-BE" w:eastAsia="en-GB"/>
            </w:rPr>
            <w:t xml:space="preserve">une solide expérience récente dans les enquêtes </w:t>
          </w:r>
          <w:r>
            <w:rPr>
              <w:lang w:val="fr-BE" w:eastAsia="en-GB"/>
            </w:rPr>
            <w:t>liées</w:t>
          </w:r>
          <w:r w:rsidRPr="0004061E">
            <w:rPr>
              <w:lang w:val="fr-BE" w:eastAsia="en-GB"/>
            </w:rPr>
            <w:t xml:space="preserve"> à la fraude douanière (e</w:t>
          </w:r>
          <w:r w:rsidR="0001278B">
            <w:rPr>
              <w:lang w:val="fr-BE" w:eastAsia="en-GB"/>
            </w:rPr>
            <w:t>n particulier la fraude aux DPI et</w:t>
          </w:r>
          <w:r w:rsidRPr="0004061E">
            <w:rPr>
              <w:lang w:val="fr-BE" w:eastAsia="en-GB"/>
            </w:rPr>
            <w:t xml:space="preserve"> au tabac), menées en coopération avec les services compétents des États membres de l’UE et des pays tiers (autorités douanières, policières et judiciaires) et/ou avec les </w:t>
          </w:r>
          <w:r>
            <w:rPr>
              <w:lang w:val="fr-BE" w:eastAsia="en-GB"/>
            </w:rPr>
            <w:t>organismes</w:t>
          </w:r>
          <w:r w:rsidRPr="0004061E">
            <w:rPr>
              <w:lang w:val="fr-BE" w:eastAsia="en-GB"/>
            </w:rPr>
            <w:t xml:space="preserve"> internationaux </w:t>
          </w:r>
          <w:r>
            <w:rPr>
              <w:lang w:val="fr-BE" w:eastAsia="en-GB"/>
            </w:rPr>
            <w:t xml:space="preserve">chargés de l’application </w:t>
          </w:r>
          <w:r w:rsidR="00F33417">
            <w:rPr>
              <w:lang w:val="fr-BE" w:eastAsia="en-GB"/>
            </w:rPr>
            <w:t>de la loi</w:t>
          </w:r>
          <w:r w:rsidRPr="0004061E">
            <w:rPr>
              <w:lang w:val="fr-BE" w:eastAsia="en-GB"/>
            </w:rPr>
            <w:t xml:space="preserve">; </w:t>
          </w:r>
        </w:p>
        <w:p w14:paraId="45ACE86E" w14:textId="4C8DD410" w:rsidR="00A56BD7" w:rsidRPr="0004061E" w:rsidRDefault="00A56BD7" w:rsidP="0004061E">
          <w:pPr>
            <w:pStyle w:val="ListNumber"/>
            <w:numPr>
              <w:ilvl w:val="0"/>
              <w:numId w:val="0"/>
            </w:numPr>
            <w:rPr>
              <w:lang w:val="fr-BE" w:eastAsia="en-GB"/>
            </w:rPr>
          </w:pPr>
          <w:r>
            <w:rPr>
              <w:lang w:val="fr-BE" w:eastAsia="en-GB"/>
            </w:rPr>
            <w:t xml:space="preserve">- </w:t>
          </w:r>
          <w:r w:rsidRPr="00A56BD7">
            <w:rPr>
              <w:lang w:val="fr-BE" w:eastAsia="en-GB"/>
            </w:rPr>
            <w:t>Expérience solide et récente dans des opérations douanières conjointes européennes et internationales.</w:t>
          </w:r>
        </w:p>
        <w:p w14:paraId="7F307C11" w14:textId="77777777" w:rsidR="0004061E" w:rsidRPr="0004061E" w:rsidRDefault="0004061E" w:rsidP="0004061E">
          <w:pPr>
            <w:pStyle w:val="ListNumber"/>
            <w:numPr>
              <w:ilvl w:val="0"/>
              <w:numId w:val="0"/>
            </w:numPr>
            <w:ind w:left="709" w:hanging="709"/>
            <w:rPr>
              <w:lang w:val="fr-BE" w:eastAsia="en-GB"/>
            </w:rPr>
          </w:pPr>
          <w:r w:rsidRPr="0004061E">
            <w:rPr>
              <w:lang w:val="fr-BE" w:eastAsia="en-GB"/>
            </w:rPr>
            <w:t xml:space="preserve">Il/elle doit avoir: </w:t>
          </w:r>
        </w:p>
        <w:p w14:paraId="0214990E" w14:textId="49AA6562" w:rsidR="0004061E" w:rsidRPr="0004061E" w:rsidRDefault="00F33417" w:rsidP="00F33417">
          <w:pPr>
            <w:pStyle w:val="ListNumber"/>
            <w:numPr>
              <w:ilvl w:val="0"/>
              <w:numId w:val="0"/>
            </w:numPr>
            <w:rPr>
              <w:lang w:val="fr-BE" w:eastAsia="en-GB"/>
            </w:rPr>
          </w:pPr>
          <w:r>
            <w:rPr>
              <w:lang w:val="fr-BE" w:eastAsia="en-GB"/>
            </w:rPr>
            <w:t>-</w:t>
          </w:r>
          <w:r w:rsidR="0004061E" w:rsidRPr="0004061E">
            <w:rPr>
              <w:lang w:val="fr-BE" w:eastAsia="en-GB"/>
            </w:rPr>
            <w:t xml:space="preserve">une connaissance approfondie des outils informatiques et des bases de données utilisés dans le cadre des enquêtes douanières. </w:t>
          </w:r>
        </w:p>
        <w:p w14:paraId="6B4071BE" w14:textId="2D44D68D" w:rsidR="0004061E" w:rsidRPr="0004061E" w:rsidRDefault="00F33417" w:rsidP="00F33417">
          <w:pPr>
            <w:pStyle w:val="ListNumber"/>
            <w:numPr>
              <w:ilvl w:val="0"/>
              <w:numId w:val="0"/>
            </w:numPr>
            <w:rPr>
              <w:lang w:val="fr-BE" w:eastAsia="en-GB"/>
            </w:rPr>
          </w:pPr>
          <w:r>
            <w:rPr>
              <w:lang w:val="fr-BE" w:eastAsia="en-GB"/>
            </w:rPr>
            <w:t>-</w:t>
          </w:r>
          <w:r w:rsidR="0004061E" w:rsidRPr="0004061E">
            <w:rPr>
              <w:lang w:val="fr-BE" w:eastAsia="en-GB"/>
            </w:rPr>
            <w:t xml:space="preserve">excellentes compétences organisationnelles et </w:t>
          </w:r>
          <w:r>
            <w:rPr>
              <w:lang w:val="fr-BE" w:eastAsia="en-GB"/>
            </w:rPr>
            <w:t>capacité de gérer les priorités et de</w:t>
          </w:r>
          <w:r w:rsidR="0004061E" w:rsidRPr="0004061E">
            <w:rPr>
              <w:lang w:val="fr-BE" w:eastAsia="en-GB"/>
            </w:rPr>
            <w:t xml:space="preserve"> produire des résultats dans des délais serrés; </w:t>
          </w:r>
        </w:p>
        <w:p w14:paraId="2258870E" w14:textId="0F5BB432" w:rsidR="0004061E" w:rsidRPr="0004061E" w:rsidRDefault="00F33417" w:rsidP="00F33417">
          <w:pPr>
            <w:pStyle w:val="ListNumber"/>
            <w:numPr>
              <w:ilvl w:val="0"/>
              <w:numId w:val="0"/>
            </w:numPr>
            <w:rPr>
              <w:lang w:val="fr-BE" w:eastAsia="en-GB"/>
            </w:rPr>
          </w:pPr>
          <w:r>
            <w:rPr>
              <w:lang w:val="fr-BE" w:eastAsia="en-GB"/>
            </w:rPr>
            <w:lastRenderedPageBreak/>
            <w:t>-</w:t>
          </w:r>
          <w:r w:rsidR="0004061E" w:rsidRPr="0004061E">
            <w:rPr>
              <w:lang w:val="fr-BE" w:eastAsia="en-GB"/>
            </w:rPr>
            <w:t xml:space="preserve">très bonnes </w:t>
          </w:r>
          <w:r>
            <w:rPr>
              <w:lang w:val="fr-BE" w:eastAsia="en-GB"/>
            </w:rPr>
            <w:t>compétences</w:t>
          </w:r>
          <w:r w:rsidR="0004061E" w:rsidRPr="0004061E">
            <w:rPr>
              <w:lang w:val="fr-BE" w:eastAsia="en-GB"/>
            </w:rPr>
            <w:t xml:space="preserve"> </w:t>
          </w:r>
          <w:r>
            <w:rPr>
              <w:lang w:val="fr-BE" w:eastAsia="en-GB"/>
            </w:rPr>
            <w:t>interpersonnelles</w:t>
          </w:r>
          <w:r w:rsidR="0004061E" w:rsidRPr="0004061E">
            <w:rPr>
              <w:lang w:val="fr-BE" w:eastAsia="en-GB"/>
            </w:rPr>
            <w:t xml:space="preserve"> et de communication, </w:t>
          </w:r>
          <w:r>
            <w:rPr>
              <w:lang w:val="fr-BE" w:eastAsia="en-GB"/>
            </w:rPr>
            <w:t>basées</w:t>
          </w:r>
          <w:r w:rsidR="0004061E" w:rsidRPr="0004061E">
            <w:rPr>
              <w:lang w:val="fr-BE" w:eastAsia="en-GB"/>
            </w:rPr>
            <w:t xml:space="preserve"> sur un esprit d’équipe; </w:t>
          </w:r>
        </w:p>
        <w:p w14:paraId="3941E666" w14:textId="24647F8F" w:rsidR="0004061E" w:rsidRPr="0004061E" w:rsidRDefault="00F33417" w:rsidP="00F33417">
          <w:pPr>
            <w:pStyle w:val="ListNumber"/>
            <w:numPr>
              <w:ilvl w:val="0"/>
              <w:numId w:val="0"/>
            </w:numPr>
            <w:ind w:left="709" w:hanging="709"/>
            <w:rPr>
              <w:lang w:val="fr-BE" w:eastAsia="en-GB"/>
            </w:rPr>
          </w:pPr>
          <w:r>
            <w:rPr>
              <w:lang w:val="fr-BE" w:eastAsia="en-GB"/>
            </w:rPr>
            <w:t>-</w:t>
          </w:r>
          <w:r w:rsidR="0004061E" w:rsidRPr="0004061E">
            <w:rPr>
              <w:lang w:val="fr-BE" w:eastAsia="en-GB"/>
            </w:rPr>
            <w:t xml:space="preserve">capacité d’analyser les problèmes et de mettre en œuvre des solutions pragmatiques.  </w:t>
          </w:r>
        </w:p>
        <w:p w14:paraId="7E409EA7" w14:textId="00CD485F" w:rsidR="001A0074" w:rsidRPr="0004061E" w:rsidRDefault="00F33417" w:rsidP="0004061E">
          <w:pPr>
            <w:pStyle w:val="ListNumber"/>
            <w:numPr>
              <w:ilvl w:val="0"/>
              <w:numId w:val="0"/>
            </w:numPr>
            <w:rPr>
              <w:lang w:val="fr-BE" w:eastAsia="en-GB"/>
            </w:rPr>
          </w:pPr>
          <w:r>
            <w:rPr>
              <w:lang w:val="fr-BE" w:eastAsia="en-GB"/>
            </w:rPr>
            <w:t>-u</w:t>
          </w:r>
          <w:r w:rsidR="0004061E" w:rsidRPr="0004061E">
            <w:rPr>
              <w:lang w:val="fr-BE" w:eastAsia="en-GB"/>
            </w:rPr>
            <w:t xml:space="preserve">ne très bonne maîtrise écrite et orale de l’anglais, une bonne maîtrise d’autres langues de l’UE serait un </w:t>
          </w:r>
          <w:r>
            <w:rPr>
              <w:lang w:val="fr-BE" w:eastAsia="en-GB"/>
            </w:rPr>
            <w:t>avantage</w:t>
          </w:r>
          <w:r w:rsidR="0004061E" w:rsidRPr="0004061E">
            <w:rPr>
              <w:lang w:val="fr-BE" w:eastAsia="en-GB"/>
            </w:rPr>
            <w:t>.</w:t>
          </w:r>
        </w:p>
      </w:sdtContent>
    </w:sdt>
    <w:p w14:paraId="5D76C15C" w14:textId="77777777" w:rsidR="00F65CC2" w:rsidRPr="0004061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26FD0677" w:rsidR="008241B0" w:rsidRDefault="00E0579E">
    <w:pPr>
      <w:pStyle w:val="FooterLine"/>
      <w:jc w:val="center"/>
    </w:pPr>
    <w:r>
      <w:fldChar w:fldCharType="begin"/>
    </w:r>
    <w:r>
      <w:instrText>PAGE   \* MERGEFORMAT</w:instrText>
    </w:r>
    <w:r>
      <w:fldChar w:fldCharType="separate"/>
    </w:r>
    <w:r w:rsidR="00962872">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197817794">
    <w:abstractNumId w:val="0"/>
  </w:num>
  <w:num w:numId="2" w16cid:durableId="1172332943">
    <w:abstractNumId w:val="11"/>
  </w:num>
  <w:num w:numId="3" w16cid:durableId="1225793047">
    <w:abstractNumId w:val="7"/>
  </w:num>
  <w:num w:numId="4" w16cid:durableId="392848892">
    <w:abstractNumId w:val="12"/>
  </w:num>
  <w:num w:numId="5" w16cid:durableId="319579384">
    <w:abstractNumId w:val="17"/>
  </w:num>
  <w:num w:numId="6" w16cid:durableId="743987087">
    <w:abstractNumId w:val="21"/>
  </w:num>
  <w:num w:numId="7" w16cid:durableId="1419862726">
    <w:abstractNumId w:val="1"/>
  </w:num>
  <w:num w:numId="8" w16cid:durableId="399443351">
    <w:abstractNumId w:val="6"/>
  </w:num>
  <w:num w:numId="9" w16cid:durableId="1470901228">
    <w:abstractNumId w:val="14"/>
  </w:num>
  <w:num w:numId="10" w16cid:durableId="1812019673">
    <w:abstractNumId w:val="2"/>
  </w:num>
  <w:num w:numId="11" w16cid:durableId="1159232973">
    <w:abstractNumId w:val="4"/>
  </w:num>
  <w:num w:numId="12" w16cid:durableId="630987951">
    <w:abstractNumId w:val="5"/>
  </w:num>
  <w:num w:numId="13" w16cid:durableId="753431724">
    <w:abstractNumId w:val="8"/>
  </w:num>
  <w:num w:numId="14" w16cid:durableId="1421875156">
    <w:abstractNumId w:val="13"/>
  </w:num>
  <w:num w:numId="15" w16cid:durableId="233053598">
    <w:abstractNumId w:val="16"/>
  </w:num>
  <w:num w:numId="16" w16cid:durableId="1606376032">
    <w:abstractNumId w:val="22"/>
  </w:num>
  <w:num w:numId="17" w16cid:durableId="952591870">
    <w:abstractNumId w:val="9"/>
  </w:num>
  <w:num w:numId="18" w16cid:durableId="470753398">
    <w:abstractNumId w:val="10"/>
  </w:num>
  <w:num w:numId="19" w16cid:durableId="1827699217">
    <w:abstractNumId w:val="23"/>
  </w:num>
  <w:num w:numId="20" w16cid:durableId="1589194660">
    <w:abstractNumId w:val="15"/>
  </w:num>
  <w:num w:numId="21" w16cid:durableId="23755535">
    <w:abstractNumId w:val="18"/>
  </w:num>
  <w:num w:numId="22" w16cid:durableId="1372027495">
    <w:abstractNumId w:val="3"/>
  </w:num>
  <w:num w:numId="23" w16cid:durableId="1342975103">
    <w:abstractNumId w:val="19"/>
  </w:num>
  <w:num w:numId="24" w16cid:durableId="2105226286">
    <w:abstractNumId w:val="20"/>
  </w:num>
  <w:num w:numId="25" w16cid:durableId="190560046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ctiveWritingStyle w:appName="MSWord" w:lang="es-ES" w:vendorID="64" w:dllVersion="6" w:nlCheck="1" w:checkStyle="0"/>
  <w:activeWritingStyle w:appName="MSWord" w:lang="es-E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278B"/>
    <w:rsid w:val="00017FBA"/>
    <w:rsid w:val="0004061E"/>
    <w:rsid w:val="00080A71"/>
    <w:rsid w:val="000914BF"/>
    <w:rsid w:val="00097587"/>
    <w:rsid w:val="000D7F8E"/>
    <w:rsid w:val="00156549"/>
    <w:rsid w:val="001A0074"/>
    <w:rsid w:val="001A6BE7"/>
    <w:rsid w:val="001D3EEC"/>
    <w:rsid w:val="00215A56"/>
    <w:rsid w:val="0028413D"/>
    <w:rsid w:val="002841B7"/>
    <w:rsid w:val="002A6E30"/>
    <w:rsid w:val="002B37EB"/>
    <w:rsid w:val="00301CA3"/>
    <w:rsid w:val="00377580"/>
    <w:rsid w:val="00394581"/>
    <w:rsid w:val="00443957"/>
    <w:rsid w:val="00454FA7"/>
    <w:rsid w:val="00462268"/>
    <w:rsid w:val="004A4BB7"/>
    <w:rsid w:val="004C1A14"/>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962872"/>
    <w:rsid w:val="00A56BD7"/>
    <w:rsid w:val="00A65B97"/>
    <w:rsid w:val="00A917BE"/>
    <w:rsid w:val="00B31DC8"/>
    <w:rsid w:val="00B34B6F"/>
    <w:rsid w:val="00C518F5"/>
    <w:rsid w:val="00CD09A8"/>
    <w:rsid w:val="00D02715"/>
    <w:rsid w:val="00D703FC"/>
    <w:rsid w:val="00D82B48"/>
    <w:rsid w:val="00DC5C83"/>
    <w:rsid w:val="00E0579E"/>
    <w:rsid w:val="00E5708E"/>
    <w:rsid w:val="00E850B7"/>
    <w:rsid w:val="00E927FE"/>
    <w:rsid w:val="00F33417"/>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651757543">
      <w:bodyDiv w:val="1"/>
      <w:marLeft w:val="0"/>
      <w:marRight w:val="0"/>
      <w:marTop w:val="0"/>
      <w:marBottom w:val="0"/>
      <w:divBdr>
        <w:top w:val="none" w:sz="0" w:space="0" w:color="auto"/>
        <w:left w:val="none" w:sz="0" w:space="0" w:color="auto"/>
        <w:bottom w:val="none" w:sz="0" w:space="0" w:color="auto"/>
        <w:right w:val="none" w:sz="0" w:space="0" w:color="auto"/>
      </w:divBdr>
    </w:div>
    <w:div w:id="665286231">
      <w:bodyDiv w:val="1"/>
      <w:marLeft w:val="0"/>
      <w:marRight w:val="0"/>
      <w:marTop w:val="0"/>
      <w:marBottom w:val="0"/>
      <w:divBdr>
        <w:top w:val="none" w:sz="0" w:space="0" w:color="auto"/>
        <w:left w:val="none" w:sz="0" w:space="0" w:color="auto"/>
        <w:bottom w:val="none" w:sz="0" w:space="0" w:color="auto"/>
        <w:right w:val="none" w:sz="0" w:space="0" w:color="auto"/>
      </w:divBdr>
      <w:divsChild>
        <w:div w:id="1410734930">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4DCE3DB6366C4840AFDAFBCDD21735FB"/>
        <w:category>
          <w:name w:val="General"/>
          <w:gallery w:val="placeholder"/>
        </w:category>
        <w:types>
          <w:type w:val="bbPlcHdr"/>
        </w:types>
        <w:behaviors>
          <w:behavior w:val="content"/>
        </w:behaviors>
        <w:guid w:val="{36A9DCB7-2A11-420D-8211-4D1E194278C4}"/>
      </w:docPartPr>
      <w:docPartBody>
        <w:p w:rsidR="009D5082" w:rsidRDefault="004C6361" w:rsidP="004C6361">
          <w:pPr>
            <w:pStyle w:val="4DCE3DB6366C4840AFDAFBCDD21735FB"/>
          </w:pPr>
          <w:r w:rsidRPr="0007110E">
            <w:rPr>
              <w:rStyle w:val="PlaceholderText"/>
              <w:bCs/>
            </w:rPr>
            <w:t>Click or tap here to enter text.</w:t>
          </w:r>
        </w:p>
      </w:docPartBody>
    </w:docPart>
    <w:docPart>
      <w:docPartPr>
        <w:name w:val="A7651AA365AF449D816337A33B3456AF"/>
        <w:category>
          <w:name w:val="General"/>
          <w:gallery w:val="placeholder"/>
        </w:category>
        <w:types>
          <w:type w:val="bbPlcHdr"/>
        </w:types>
        <w:behaviors>
          <w:behavior w:val="content"/>
        </w:behaviors>
        <w:guid w:val="{6590446D-A56B-491F-B2CA-F3255575FC7C}"/>
      </w:docPartPr>
      <w:docPartBody>
        <w:p w:rsidR="009D5082" w:rsidRDefault="004C6361" w:rsidP="004C6361">
          <w:pPr>
            <w:pStyle w:val="A7651AA365AF449D816337A33B3456AF"/>
          </w:pPr>
          <w:r w:rsidRPr="0007110E">
            <w:rPr>
              <w:rStyle w:val="PlaceholderText"/>
              <w:bCs/>
            </w:rPr>
            <w:t>Click or tap here to enter text.</w:t>
          </w:r>
        </w:p>
      </w:docPartBody>
    </w:docPart>
    <w:docPart>
      <w:docPartPr>
        <w:name w:val="234D55967E8C4B79AF3371C1F427D55B"/>
        <w:category>
          <w:name w:val="General"/>
          <w:gallery w:val="placeholder"/>
        </w:category>
        <w:types>
          <w:type w:val="bbPlcHdr"/>
        </w:types>
        <w:behaviors>
          <w:behavior w:val="content"/>
        </w:behaviors>
        <w:guid w:val="{017A4FA6-47D9-42E1-9FAF-CFB8EAF527FF}"/>
      </w:docPartPr>
      <w:docPartBody>
        <w:p w:rsidR="009D5082" w:rsidRDefault="004C6361" w:rsidP="004C6361">
          <w:pPr>
            <w:pStyle w:val="234D55967E8C4B79AF3371C1F427D55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2022E"/>
    <w:multiLevelType w:val="multilevel"/>
    <w:tmpl w:val="BBB4A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69057164">
    <w:abstractNumId w:val="1"/>
  </w:num>
  <w:num w:numId="2" w16cid:durableId="167244171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0D7F8E"/>
    <w:rsid w:val="004C6361"/>
    <w:rsid w:val="00534FB6"/>
    <w:rsid w:val="007818B4"/>
    <w:rsid w:val="008F2A96"/>
    <w:rsid w:val="00983F83"/>
    <w:rsid w:val="009D5082"/>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C6361"/>
    <w:rPr>
      <w:color w:val="288061"/>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DCE3DB6366C4840AFDAFBCDD21735FB">
    <w:name w:val="4DCE3DB6366C4840AFDAFBCDD21735FB"/>
    <w:rsid w:val="004C6361"/>
    <w:rPr>
      <w:lang w:val="en-GB" w:eastAsia="en-GB"/>
    </w:rPr>
  </w:style>
  <w:style w:type="paragraph" w:customStyle="1" w:styleId="A7651AA365AF449D816337A33B3456AF">
    <w:name w:val="A7651AA365AF449D816337A33B3456AF"/>
    <w:rsid w:val="004C6361"/>
    <w:rPr>
      <w:lang w:val="en-GB" w:eastAsia="en-GB"/>
    </w:rPr>
  </w:style>
  <w:style w:type="paragraph" w:customStyle="1" w:styleId="234D55967E8C4B79AF3371C1F427D55B">
    <w:name w:val="234D55967E8C4B79AF3371C1F427D55B"/>
    <w:rsid w:val="004C6361"/>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CB3F2FD2-E1E3-40D9-84E6-62C8331F0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D589F326-756B-4970-8216-A04725780FCF}">
  <ds:schemaRefs>
    <ds:schemaRef ds:uri="http://schemas.microsoft.com/office/2006/metadata/properties"/>
    <ds:schemaRef ds:uri="http://schemas.microsoft.com/office/infopath/2007/PartnerControls"/>
    <ds:schemaRef ds:uri="30c666ed-fe46-43d6-bf30-6de2567680e6"/>
  </ds:schemaRefs>
</ds:datastoreItem>
</file>

<file path=customXml/itemProps5.xml><?xml version="1.0" encoding="utf-8"?>
<ds:datastoreItem xmlns:ds="http://schemas.openxmlformats.org/officeDocument/2006/customXml" ds:itemID="{FB669767-5DB7-4AFB-8EB3-DA338B8E8149}">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1195</Words>
  <Characters>6816</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2025-04-15T08:57:00Z</dcterms:created>
  <dcterms:modified xsi:type="dcterms:W3CDTF">2025-04-28T09:41:00Z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